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BE827" w14:textId="77777777" w:rsidR="00A74BD4" w:rsidRDefault="00A74BD4" w:rsidP="00A74BD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   </w:t>
      </w:r>
    </w:p>
    <w:p w14:paraId="6AF61ECB" w14:textId="77777777" w:rsidR="00A74BD4" w:rsidRDefault="00A74BD4" w:rsidP="00A74BD4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国家</w:t>
      </w:r>
      <w:r w:rsidRPr="006E63D8">
        <w:rPr>
          <w:rFonts w:hint="eastAsia"/>
          <w:b/>
          <w:sz w:val="28"/>
          <w:szCs w:val="28"/>
        </w:rPr>
        <w:t>标准</w:t>
      </w:r>
      <w:r>
        <w:rPr>
          <w:rFonts w:hint="eastAsia"/>
          <w:b/>
          <w:sz w:val="28"/>
          <w:szCs w:val="28"/>
        </w:rPr>
        <w:t>（征求意见稿）</w:t>
      </w:r>
      <w:r w:rsidRPr="006E63D8">
        <w:rPr>
          <w:rFonts w:hint="eastAsia"/>
          <w:b/>
          <w:sz w:val="28"/>
          <w:szCs w:val="28"/>
        </w:rPr>
        <w:t>征求意见表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8"/>
        <w:gridCol w:w="1868"/>
        <w:gridCol w:w="974"/>
        <w:gridCol w:w="3766"/>
      </w:tblGrid>
      <w:tr w:rsidR="00A74BD4" w14:paraId="6FE034EC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7F08510C" w14:textId="77777777" w:rsidR="00A74BD4" w:rsidRDefault="00A74BD4" w:rsidP="00613FBE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标准名称</w:t>
            </w:r>
          </w:p>
        </w:tc>
        <w:tc>
          <w:tcPr>
            <w:tcW w:w="6794" w:type="dxa"/>
            <w:gridSpan w:val="3"/>
            <w:vAlign w:val="center"/>
          </w:tcPr>
          <w:p w14:paraId="7D1A2A93" w14:textId="40EBF3D9" w:rsidR="00A74BD4" w:rsidRPr="00C20187" w:rsidRDefault="00A74BD4" w:rsidP="00E60197">
            <w:pPr>
              <w:spacing w:line="5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C20187">
              <w:rPr>
                <w:rFonts w:ascii="黑体" w:eastAsia="黑体" w:hAnsi="黑体"/>
                <w:sz w:val="28"/>
                <w:szCs w:val="28"/>
              </w:rPr>
              <w:t xml:space="preserve">GB/T </w:t>
            </w:r>
            <w:r w:rsidR="0071350C">
              <w:rPr>
                <w:rFonts w:ascii="黑体" w:eastAsia="黑体" w:hAnsi="黑体"/>
                <w:sz w:val="28"/>
                <w:szCs w:val="28"/>
              </w:rPr>
              <w:t>8289</w:t>
            </w:r>
            <w:r>
              <w:rPr>
                <w:rFonts w:ascii="黑体" w:eastAsia="黑体" w:hAnsi="黑体"/>
                <w:sz w:val="28"/>
                <w:szCs w:val="28"/>
              </w:rPr>
              <w:t>-</w:t>
            </w:r>
            <w:r w:rsidR="000D4A5E">
              <w:rPr>
                <w:rFonts w:ascii="黑体" w:eastAsia="黑体" w:hAnsi="黑体"/>
                <w:sz w:val="28"/>
                <w:szCs w:val="28"/>
              </w:rPr>
              <w:t>XXXX</w:t>
            </w:r>
            <w:r w:rsidRPr="00C20187">
              <w:rPr>
                <w:rFonts w:ascii="黑体" w:eastAsia="黑体" w:hAnsi="黑体" w:hint="eastAsia"/>
                <w:sz w:val="28"/>
                <w:szCs w:val="28"/>
              </w:rPr>
              <w:t>《</w:t>
            </w:r>
            <w:r w:rsidR="00591849">
              <w:rPr>
                <w:rFonts w:ascii="黑体" w:eastAsia="黑体" w:hAnsi="黑体" w:hint="eastAsia"/>
                <w:sz w:val="28"/>
                <w:szCs w:val="28"/>
              </w:rPr>
              <w:t>浓缩天然胶乳 氨保存离心或膏化胶乳 规格</w:t>
            </w:r>
            <w:r w:rsidRPr="00C20187">
              <w:rPr>
                <w:rFonts w:ascii="黑体" w:eastAsia="黑体" w:hAnsi="黑体" w:hint="eastAsia"/>
                <w:sz w:val="28"/>
                <w:szCs w:val="28"/>
              </w:rPr>
              <w:t>》</w:t>
            </w:r>
          </w:p>
        </w:tc>
      </w:tr>
      <w:tr w:rsidR="00A74BD4" w14:paraId="09184B7F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075B34C1" w14:textId="77777777" w:rsidR="00A74BD4" w:rsidRDefault="00A74BD4" w:rsidP="00613F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提出意见单位</w:t>
            </w:r>
          </w:p>
          <w:p w14:paraId="51037CB2" w14:textId="77777777" w:rsidR="00A74BD4" w:rsidRDefault="00A74BD4" w:rsidP="00613F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盖章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6794" w:type="dxa"/>
            <w:gridSpan w:val="3"/>
            <w:vAlign w:val="center"/>
          </w:tcPr>
          <w:p w14:paraId="0DD3956E" w14:textId="77777777" w:rsidR="00A74BD4" w:rsidRDefault="00A74BD4" w:rsidP="00613FBE">
            <w:pPr>
              <w:spacing w:line="480" w:lineRule="auto"/>
              <w:jc w:val="center"/>
              <w:rPr>
                <w:sz w:val="24"/>
              </w:rPr>
            </w:pPr>
          </w:p>
        </w:tc>
      </w:tr>
      <w:tr w:rsidR="00A74BD4" w14:paraId="15B36CDF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0414F2E6" w14:textId="77777777" w:rsidR="00A74BD4" w:rsidRDefault="00A74BD4" w:rsidP="00613FBE">
            <w:pPr>
              <w:pStyle w:val="a3"/>
              <w:jc w:val="center"/>
            </w:pPr>
            <w:r>
              <w:rPr>
                <w:rFonts w:hint="eastAsia"/>
              </w:rPr>
              <w:t>填表人</w:t>
            </w:r>
          </w:p>
        </w:tc>
        <w:tc>
          <w:tcPr>
            <w:tcW w:w="1924" w:type="dxa"/>
            <w:vAlign w:val="center"/>
          </w:tcPr>
          <w:p w14:paraId="32B71807" w14:textId="77777777" w:rsidR="00A74BD4" w:rsidRPr="00BC32D3" w:rsidRDefault="00A74BD4" w:rsidP="00613FBE">
            <w:pPr>
              <w:pStyle w:val="a3"/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3521A068" w14:textId="77777777" w:rsidR="00A74BD4" w:rsidRPr="00D07457" w:rsidRDefault="00A74BD4" w:rsidP="00613FBE">
            <w:pPr>
              <w:pStyle w:val="a3"/>
              <w:jc w:val="center"/>
            </w:pPr>
            <w:r w:rsidRPr="00D07457">
              <w:rPr>
                <w:rFonts w:hint="eastAsia"/>
              </w:rPr>
              <w:t>日期</w:t>
            </w:r>
          </w:p>
        </w:tc>
        <w:tc>
          <w:tcPr>
            <w:tcW w:w="3878" w:type="dxa"/>
            <w:vAlign w:val="center"/>
          </w:tcPr>
          <w:p w14:paraId="661383C8" w14:textId="77777777" w:rsidR="00A74BD4" w:rsidRPr="003A1B44" w:rsidRDefault="00A74BD4" w:rsidP="00613FB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年　　月　　日</w:t>
            </w:r>
          </w:p>
        </w:tc>
      </w:tr>
      <w:tr w:rsidR="00A74BD4" w14:paraId="69309C34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1F6458FE" w14:textId="77777777" w:rsidR="00A74BD4" w:rsidRDefault="00A74BD4" w:rsidP="00613FBE">
            <w:pPr>
              <w:pStyle w:val="a3"/>
              <w:jc w:val="center"/>
            </w:pPr>
            <w:r>
              <w:rPr>
                <w:rFonts w:hint="eastAsia"/>
              </w:rPr>
              <w:t>章条号</w:t>
            </w:r>
          </w:p>
        </w:tc>
        <w:tc>
          <w:tcPr>
            <w:tcW w:w="6794" w:type="dxa"/>
            <w:gridSpan w:val="3"/>
            <w:vAlign w:val="center"/>
          </w:tcPr>
          <w:p w14:paraId="67B6C1AB" w14:textId="77777777" w:rsidR="00A74BD4" w:rsidRPr="00D07457" w:rsidRDefault="00A74BD4" w:rsidP="00613FBE">
            <w:pPr>
              <w:pStyle w:val="a3"/>
              <w:jc w:val="center"/>
            </w:pPr>
            <w:r w:rsidRPr="00D07457">
              <w:rPr>
                <w:rFonts w:hint="eastAsia"/>
              </w:rPr>
              <w:t>修改意见及理由</w:t>
            </w:r>
          </w:p>
        </w:tc>
      </w:tr>
      <w:tr w:rsidR="00A74BD4" w14:paraId="35B04C99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08E563FD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6339A65E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</w:tr>
      <w:tr w:rsidR="00A74BD4" w14:paraId="09B43116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47776B5D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4B5EAA33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2DA60413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60CBC233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03E61AFD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570691EA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54F70E2A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24E7431E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56BCA197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3218AACE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775D70C8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05BED804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1D8FFE4A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381B2DF5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65ADFC8F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0571B3ED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76102D7D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65F18D5C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5EBEE65E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5C989DFB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17EB2FE3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7EC8E0D4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7B66201F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298BBE6C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3498DD39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676BB1AA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661E975D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7114EBC8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4AA63A7D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65FE14DD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3EA1AF57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5BD06D4D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03C63CC1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5F733FB8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63606316" w14:textId="77777777" w:rsidR="00A74BD4" w:rsidRDefault="00A74BD4" w:rsidP="00613FBE">
            <w:pPr>
              <w:pStyle w:val="a3"/>
              <w:jc w:val="center"/>
            </w:pPr>
          </w:p>
        </w:tc>
      </w:tr>
    </w:tbl>
    <w:p w14:paraId="671571F5" w14:textId="77777777" w:rsidR="00A74BD4" w:rsidRDefault="00A74BD4" w:rsidP="00A74BD4"/>
    <w:p w14:paraId="3CC1A689" w14:textId="77777777" w:rsidR="00A74BD4" w:rsidRDefault="00A74BD4" w:rsidP="00A74BD4"/>
    <w:p w14:paraId="6C1EAA23" w14:textId="77777777" w:rsidR="00F874F0" w:rsidRDefault="00F874F0"/>
    <w:sectPr w:rsidR="00F874F0" w:rsidSect="00E964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BD4"/>
    <w:rsid w:val="000D4A5E"/>
    <w:rsid w:val="00591849"/>
    <w:rsid w:val="006B017F"/>
    <w:rsid w:val="0071350C"/>
    <w:rsid w:val="00817CFF"/>
    <w:rsid w:val="00A74BD4"/>
    <w:rsid w:val="00E60197"/>
    <w:rsid w:val="00F8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2686B"/>
  <w15:chartTrackingRefBased/>
  <w15:docId w15:val="{C06CE572-3D94-4FE4-8348-F737B24E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4B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74BD4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134</Characters>
  <Application>Microsoft Office Word</Application>
  <DocSecurity>0</DocSecurity>
  <Lines>1</Lines>
  <Paragraphs>1</Paragraphs>
  <ScaleCrop>false</ScaleCrop>
  <Company>Microsoft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THTF</dc:creator>
  <cp:keywords/>
  <dc:description/>
  <cp:lastModifiedBy>Administrator</cp:lastModifiedBy>
  <cp:revision>20</cp:revision>
  <dcterms:created xsi:type="dcterms:W3CDTF">2017-04-18T08:02:00Z</dcterms:created>
  <dcterms:modified xsi:type="dcterms:W3CDTF">2022-07-07T02:40:00Z</dcterms:modified>
</cp:coreProperties>
</file>